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5AB" w:rsidRPr="006C4347" w:rsidRDefault="00BE65AB" w:rsidP="00C969C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C4347">
        <w:rPr>
          <w:rFonts w:ascii="Times New Roman" w:hAnsi="Times New Roman"/>
          <w:b/>
          <w:sz w:val="28"/>
          <w:szCs w:val="28"/>
        </w:rPr>
        <w:t>Планы практических занятий</w:t>
      </w:r>
    </w:p>
    <w:p w:rsidR="00BE65AB" w:rsidRPr="006C4347" w:rsidRDefault="00BE65AB" w:rsidP="00C969C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3"/>
          <w:sz w:val="28"/>
          <w:szCs w:val="28"/>
        </w:rPr>
      </w:pPr>
      <w:r w:rsidRPr="006C4347">
        <w:rPr>
          <w:rFonts w:ascii="Times New Roman" w:hAnsi="Times New Roman"/>
          <w:b/>
          <w:spacing w:val="-3"/>
          <w:sz w:val="28"/>
          <w:szCs w:val="28"/>
        </w:rPr>
        <w:t>ПР 1 Информационная база геоэкологического проектирования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Цель</w:t>
      </w:r>
      <w:r w:rsidRPr="006C4347">
        <w:rPr>
          <w:rFonts w:ascii="Times New Roman" w:hAnsi="Times New Roman"/>
          <w:sz w:val="28"/>
          <w:szCs w:val="28"/>
        </w:rPr>
        <w:t>: изучить и</w:t>
      </w:r>
      <w:r w:rsidRPr="006C4347">
        <w:rPr>
          <w:rFonts w:ascii="Times New Roman" w:hAnsi="Times New Roman"/>
          <w:spacing w:val="-3"/>
          <w:sz w:val="28"/>
          <w:szCs w:val="28"/>
        </w:rPr>
        <w:t>нформационную базу геоэкологического проектирования.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План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1 Понятие информационной базы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2 Структура информационных источников 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3 Использование различных ИС для геоэкологического проектирования.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Контрольные вопросы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1 Что называется информационной базой проектирования?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2 Какие существуют информационные источники для геоэкопроектирования? 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3 Как используют различные ИС для геоэкологического проектирования?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Литература</w:t>
      </w:r>
      <w:r w:rsidRPr="006C4347">
        <w:rPr>
          <w:rFonts w:ascii="Times New Roman" w:hAnsi="Times New Roman"/>
          <w:sz w:val="28"/>
          <w:szCs w:val="28"/>
        </w:rPr>
        <w:t xml:space="preserve">: [1, с.31-33] 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C4347">
        <w:rPr>
          <w:rFonts w:ascii="Times New Roman" w:hAnsi="Times New Roman"/>
          <w:b/>
          <w:sz w:val="28"/>
          <w:szCs w:val="28"/>
        </w:rPr>
        <w:t>ПР 2 Геоэкологическое обоснование хозяйственной деятельности на территории</w:t>
      </w:r>
      <w:r w:rsidRPr="006C4347">
        <w:rPr>
          <w:rFonts w:ascii="Times New Roman" w:hAnsi="Times New Roman"/>
          <w:b/>
          <w:bCs/>
          <w:sz w:val="28"/>
          <w:szCs w:val="28"/>
        </w:rPr>
        <w:t>. Постановка задачи. Структура отчета</w:t>
      </w:r>
    </w:p>
    <w:p w:rsidR="00BE65AB" w:rsidRPr="006C4347" w:rsidRDefault="00BE65AB" w:rsidP="00463C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Цель</w:t>
      </w:r>
      <w:r w:rsidRPr="006C4347">
        <w:rPr>
          <w:rFonts w:ascii="Times New Roman" w:hAnsi="Times New Roman"/>
          <w:sz w:val="28"/>
          <w:szCs w:val="28"/>
        </w:rPr>
        <w:t xml:space="preserve">: изучить структуру </w:t>
      </w:r>
      <w:r w:rsidRPr="006C4347">
        <w:rPr>
          <w:rFonts w:ascii="Times New Roman" w:hAnsi="Times New Roman"/>
          <w:bCs/>
          <w:color w:val="000000"/>
          <w:sz w:val="28"/>
          <w:szCs w:val="28"/>
        </w:rPr>
        <w:t>экологического обоснования выбора способа производства и размещения.</w:t>
      </w:r>
      <w:r w:rsidRPr="006C4347">
        <w:rPr>
          <w:rFonts w:ascii="Times New Roman" w:hAnsi="Times New Roman"/>
          <w:sz w:val="28"/>
          <w:szCs w:val="28"/>
        </w:rPr>
        <w:t xml:space="preserve"> </w:t>
      </w:r>
    </w:p>
    <w:p w:rsidR="00BE65AB" w:rsidRPr="006C4347" w:rsidRDefault="00BE65AB" w:rsidP="00463C0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План</w:t>
      </w:r>
    </w:p>
    <w:p w:rsidR="00BE65AB" w:rsidRPr="006C4347" w:rsidRDefault="00BE65AB" w:rsidP="00463C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1</w:t>
      </w:r>
      <w:r w:rsidRPr="006C4347">
        <w:rPr>
          <w:rFonts w:ascii="Times New Roman" w:hAnsi="Times New Roman"/>
          <w:bCs/>
          <w:color w:val="000000"/>
          <w:sz w:val="28"/>
          <w:szCs w:val="28"/>
        </w:rPr>
        <w:t xml:space="preserve"> Типы промышленного проектирования</w:t>
      </w:r>
    </w:p>
    <w:p w:rsidR="00BE65AB" w:rsidRPr="006C4347" w:rsidRDefault="00BE65AB" w:rsidP="00463C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2</w:t>
      </w:r>
      <w:r w:rsidRPr="006C4347">
        <w:rPr>
          <w:rFonts w:ascii="Times New Roman" w:hAnsi="Times New Roman"/>
          <w:bCs/>
          <w:color w:val="000000"/>
          <w:sz w:val="28"/>
          <w:szCs w:val="28"/>
        </w:rPr>
        <w:t xml:space="preserve"> Объекты промышленного проектирования</w:t>
      </w:r>
    </w:p>
    <w:p w:rsidR="00BE65AB" w:rsidRPr="006C4347" w:rsidRDefault="00BE65AB" w:rsidP="00463C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3 </w:t>
      </w:r>
      <w:r w:rsidRPr="006C4347">
        <w:rPr>
          <w:rFonts w:ascii="Times New Roman" w:hAnsi="Times New Roman"/>
          <w:bCs/>
          <w:color w:val="000000"/>
          <w:sz w:val="28"/>
          <w:szCs w:val="28"/>
        </w:rPr>
        <w:t>Экологическое обоснование выбора способа производства и размещения</w:t>
      </w:r>
    </w:p>
    <w:p w:rsidR="00BE65AB" w:rsidRPr="006C4347" w:rsidRDefault="00BE65AB" w:rsidP="00463C0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Контрольные вопросы</w:t>
      </w:r>
    </w:p>
    <w:p w:rsidR="00BE65AB" w:rsidRPr="006C4347" w:rsidRDefault="00BE65AB" w:rsidP="00463C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1</w:t>
      </w:r>
      <w:r w:rsidRPr="006C4347">
        <w:rPr>
          <w:rFonts w:ascii="Times New Roman" w:hAnsi="Times New Roman"/>
          <w:bCs/>
          <w:color w:val="000000"/>
          <w:sz w:val="28"/>
          <w:szCs w:val="28"/>
        </w:rPr>
        <w:t xml:space="preserve"> Какие существуют типы промышленного проектирования?</w:t>
      </w:r>
    </w:p>
    <w:p w:rsidR="00BE65AB" w:rsidRPr="006C4347" w:rsidRDefault="00BE65AB" w:rsidP="00463C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2</w:t>
      </w:r>
      <w:r w:rsidRPr="006C4347">
        <w:rPr>
          <w:rFonts w:ascii="Times New Roman" w:hAnsi="Times New Roman"/>
          <w:bCs/>
          <w:color w:val="000000"/>
          <w:sz w:val="28"/>
          <w:szCs w:val="28"/>
        </w:rPr>
        <w:t xml:space="preserve"> Какие существуют объекты промышленного проектирования?</w:t>
      </w:r>
    </w:p>
    <w:p w:rsidR="00BE65AB" w:rsidRPr="006C4347" w:rsidRDefault="00BE65AB" w:rsidP="00463C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3 Какова структура </w:t>
      </w:r>
      <w:r w:rsidRPr="006C4347">
        <w:rPr>
          <w:rFonts w:ascii="Times New Roman" w:hAnsi="Times New Roman"/>
          <w:bCs/>
          <w:color w:val="000000"/>
          <w:sz w:val="28"/>
          <w:szCs w:val="28"/>
        </w:rPr>
        <w:t>экологического обоснования обоснование выбора способа производства и размещения?</w:t>
      </w:r>
    </w:p>
    <w:p w:rsidR="00BE65AB" w:rsidRPr="006C4347" w:rsidRDefault="00BE65AB" w:rsidP="00463C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4347">
        <w:rPr>
          <w:rFonts w:ascii="Times New Roman" w:hAnsi="Times New Roman"/>
          <w:i/>
          <w:sz w:val="28"/>
          <w:szCs w:val="28"/>
        </w:rPr>
        <w:t>Литература</w:t>
      </w:r>
      <w:r w:rsidRPr="006C4347">
        <w:rPr>
          <w:rFonts w:ascii="Times New Roman" w:hAnsi="Times New Roman"/>
          <w:sz w:val="28"/>
          <w:szCs w:val="28"/>
        </w:rPr>
        <w:t xml:space="preserve">: [1, </w:t>
      </w:r>
      <w:r w:rsidRPr="006C4347">
        <w:rPr>
          <w:rFonts w:ascii="Times New Roman" w:hAnsi="Times New Roman"/>
          <w:sz w:val="28"/>
          <w:szCs w:val="28"/>
          <w:lang w:val="en-US"/>
        </w:rPr>
        <w:t>c</w:t>
      </w:r>
      <w:r w:rsidRPr="006C4347">
        <w:rPr>
          <w:rFonts w:ascii="Times New Roman" w:hAnsi="Times New Roman"/>
          <w:sz w:val="28"/>
          <w:szCs w:val="28"/>
        </w:rPr>
        <w:t>.95-99]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3"/>
          <w:sz w:val="28"/>
          <w:szCs w:val="28"/>
        </w:rPr>
      </w:pPr>
      <w:r w:rsidRPr="006C4347">
        <w:rPr>
          <w:rFonts w:ascii="Times New Roman" w:hAnsi="Times New Roman"/>
          <w:b/>
          <w:spacing w:val="-3"/>
          <w:sz w:val="28"/>
          <w:szCs w:val="28"/>
        </w:rPr>
        <w:t>ПР 3 Оценка возможных изменений в отдельных компонентах геологической среды</w:t>
      </w:r>
    </w:p>
    <w:p w:rsidR="00BE65AB" w:rsidRPr="006C4347" w:rsidRDefault="00BE65AB" w:rsidP="006879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Цель</w:t>
      </w:r>
      <w:r w:rsidRPr="006C4347">
        <w:rPr>
          <w:rFonts w:ascii="Times New Roman" w:hAnsi="Times New Roman"/>
          <w:sz w:val="28"/>
          <w:szCs w:val="28"/>
        </w:rPr>
        <w:t xml:space="preserve">: изучить различные виды оценки изменений в окружающей среде. </w:t>
      </w:r>
    </w:p>
    <w:p w:rsidR="00BE65AB" w:rsidRPr="006C4347" w:rsidRDefault="00BE65AB" w:rsidP="006879B8">
      <w:pPr>
        <w:tabs>
          <w:tab w:val="left" w:pos="732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План</w:t>
      </w:r>
      <w:r w:rsidRPr="006C4347">
        <w:rPr>
          <w:rFonts w:ascii="Times New Roman" w:hAnsi="Times New Roman"/>
          <w:i/>
          <w:sz w:val="28"/>
          <w:szCs w:val="28"/>
        </w:rPr>
        <w:tab/>
      </w:r>
    </w:p>
    <w:p w:rsidR="00BE65AB" w:rsidRPr="006C4347" w:rsidRDefault="00BE65AB" w:rsidP="006879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1</w:t>
      </w:r>
      <w:r w:rsidRPr="006C4347">
        <w:rPr>
          <w:rFonts w:ascii="Times New Roman" w:hAnsi="Times New Roman"/>
          <w:bCs/>
          <w:color w:val="000000"/>
          <w:sz w:val="28"/>
          <w:szCs w:val="28"/>
        </w:rPr>
        <w:t xml:space="preserve"> Природная оценка</w:t>
      </w:r>
    </w:p>
    <w:p w:rsidR="00BE65AB" w:rsidRPr="006C4347" w:rsidRDefault="00BE65AB" w:rsidP="006879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2</w:t>
      </w:r>
      <w:r w:rsidRPr="006C4347">
        <w:rPr>
          <w:rFonts w:ascii="Times New Roman" w:hAnsi="Times New Roman"/>
          <w:color w:val="000000"/>
          <w:sz w:val="28"/>
          <w:szCs w:val="28"/>
        </w:rPr>
        <w:t xml:space="preserve"> Специальная природная оценка. </w:t>
      </w:r>
    </w:p>
    <w:p w:rsidR="00BE65AB" w:rsidRPr="006C4347" w:rsidRDefault="00BE65AB" w:rsidP="006879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3 Т</w:t>
      </w:r>
      <w:r w:rsidRPr="006C4347">
        <w:rPr>
          <w:rFonts w:ascii="Times New Roman" w:hAnsi="Times New Roman"/>
          <w:color w:val="000000"/>
          <w:sz w:val="28"/>
          <w:szCs w:val="28"/>
        </w:rPr>
        <w:t>ехнологическая оценка.</w:t>
      </w:r>
    </w:p>
    <w:p w:rsidR="00BE65AB" w:rsidRPr="006C4347" w:rsidRDefault="00BE65AB" w:rsidP="006879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4347">
        <w:rPr>
          <w:rFonts w:ascii="Times New Roman" w:hAnsi="Times New Roman"/>
          <w:color w:val="000000"/>
          <w:sz w:val="28"/>
          <w:szCs w:val="28"/>
        </w:rPr>
        <w:t>4 Экономическая оценка.</w:t>
      </w:r>
    </w:p>
    <w:p w:rsidR="00BE65AB" w:rsidRPr="006C4347" w:rsidRDefault="00BE65AB" w:rsidP="006879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color w:val="000000"/>
          <w:sz w:val="28"/>
          <w:szCs w:val="28"/>
        </w:rPr>
        <w:t>5 Социальная оценка.</w:t>
      </w:r>
    </w:p>
    <w:p w:rsidR="00BE65AB" w:rsidRPr="006C4347" w:rsidRDefault="00BE65AB" w:rsidP="006879B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Контрольные вопросы</w:t>
      </w:r>
    </w:p>
    <w:p w:rsidR="00BE65AB" w:rsidRPr="006C4347" w:rsidRDefault="00BE65AB" w:rsidP="006879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1</w:t>
      </w:r>
      <w:r w:rsidRPr="006C4347">
        <w:rPr>
          <w:rFonts w:ascii="Times New Roman" w:hAnsi="Times New Roman"/>
          <w:bCs/>
          <w:color w:val="000000"/>
          <w:sz w:val="28"/>
          <w:szCs w:val="28"/>
        </w:rPr>
        <w:t xml:space="preserve"> Как выполняется и какие показатели природной оценки?</w:t>
      </w:r>
    </w:p>
    <w:p w:rsidR="00BE65AB" w:rsidRPr="006C4347" w:rsidRDefault="00BE65AB" w:rsidP="006879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2</w:t>
      </w:r>
      <w:r w:rsidRPr="006C43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C4347">
        <w:rPr>
          <w:rFonts w:ascii="Times New Roman" w:hAnsi="Times New Roman"/>
          <w:bCs/>
          <w:color w:val="000000"/>
          <w:sz w:val="28"/>
          <w:szCs w:val="28"/>
        </w:rPr>
        <w:t>Как выполняется и какие показатели с</w:t>
      </w:r>
      <w:r w:rsidRPr="006C4347">
        <w:rPr>
          <w:rFonts w:ascii="Times New Roman" w:hAnsi="Times New Roman"/>
          <w:color w:val="000000"/>
          <w:sz w:val="28"/>
          <w:szCs w:val="28"/>
        </w:rPr>
        <w:t xml:space="preserve">пециальной </w:t>
      </w:r>
      <w:r w:rsidRPr="006C4347">
        <w:rPr>
          <w:rFonts w:ascii="Times New Roman" w:hAnsi="Times New Roman"/>
          <w:bCs/>
          <w:color w:val="000000"/>
          <w:sz w:val="28"/>
          <w:szCs w:val="28"/>
        </w:rPr>
        <w:t>природной оценки?</w:t>
      </w:r>
    </w:p>
    <w:p w:rsidR="00BE65AB" w:rsidRPr="006C4347" w:rsidRDefault="00BE65AB" w:rsidP="006879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3 </w:t>
      </w:r>
      <w:r w:rsidRPr="006C4347">
        <w:rPr>
          <w:rFonts w:ascii="Times New Roman" w:hAnsi="Times New Roman"/>
          <w:bCs/>
          <w:color w:val="000000"/>
          <w:sz w:val="28"/>
          <w:szCs w:val="28"/>
        </w:rPr>
        <w:t>Как выполняется и какие показатели т</w:t>
      </w:r>
      <w:r w:rsidRPr="006C4347">
        <w:rPr>
          <w:rFonts w:ascii="Times New Roman" w:hAnsi="Times New Roman"/>
          <w:color w:val="000000"/>
          <w:sz w:val="28"/>
          <w:szCs w:val="28"/>
        </w:rPr>
        <w:t>ехнологическ</w:t>
      </w:r>
      <w:r w:rsidRPr="006C4347">
        <w:rPr>
          <w:rFonts w:ascii="Times New Roman" w:hAnsi="Times New Roman"/>
          <w:bCs/>
          <w:color w:val="000000"/>
          <w:sz w:val="28"/>
          <w:szCs w:val="28"/>
        </w:rPr>
        <w:t>ой оценки?</w:t>
      </w:r>
    </w:p>
    <w:p w:rsidR="00BE65AB" w:rsidRPr="006C4347" w:rsidRDefault="00BE65AB" w:rsidP="006879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color w:val="000000"/>
          <w:sz w:val="28"/>
          <w:szCs w:val="28"/>
        </w:rPr>
        <w:t xml:space="preserve">4 </w:t>
      </w:r>
      <w:r w:rsidRPr="006C4347">
        <w:rPr>
          <w:rFonts w:ascii="Times New Roman" w:hAnsi="Times New Roman"/>
          <w:bCs/>
          <w:color w:val="000000"/>
          <w:sz w:val="28"/>
          <w:szCs w:val="28"/>
        </w:rPr>
        <w:t xml:space="preserve">Как выполняется и какие показатели </w:t>
      </w:r>
      <w:r w:rsidRPr="006C4347">
        <w:rPr>
          <w:rFonts w:ascii="Times New Roman" w:hAnsi="Times New Roman"/>
          <w:color w:val="000000"/>
          <w:sz w:val="28"/>
          <w:szCs w:val="28"/>
        </w:rPr>
        <w:t>экономическ</w:t>
      </w:r>
      <w:r w:rsidRPr="006C4347">
        <w:rPr>
          <w:rFonts w:ascii="Times New Roman" w:hAnsi="Times New Roman"/>
          <w:bCs/>
          <w:color w:val="000000"/>
          <w:sz w:val="28"/>
          <w:szCs w:val="28"/>
        </w:rPr>
        <w:t>ой оценки?</w:t>
      </w:r>
    </w:p>
    <w:p w:rsidR="00BE65AB" w:rsidRPr="006C4347" w:rsidRDefault="00BE65AB" w:rsidP="006879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color w:val="000000"/>
          <w:sz w:val="28"/>
          <w:szCs w:val="28"/>
        </w:rPr>
        <w:t xml:space="preserve">5 </w:t>
      </w:r>
      <w:r w:rsidRPr="006C4347">
        <w:rPr>
          <w:rFonts w:ascii="Times New Roman" w:hAnsi="Times New Roman"/>
          <w:bCs/>
          <w:color w:val="000000"/>
          <w:sz w:val="28"/>
          <w:szCs w:val="28"/>
        </w:rPr>
        <w:t>Как выполняется и какие показатели с</w:t>
      </w:r>
      <w:r w:rsidRPr="006C4347">
        <w:rPr>
          <w:rFonts w:ascii="Times New Roman" w:hAnsi="Times New Roman"/>
          <w:color w:val="000000"/>
          <w:sz w:val="28"/>
          <w:szCs w:val="28"/>
        </w:rPr>
        <w:t>оциальн</w:t>
      </w:r>
      <w:r w:rsidRPr="006C4347">
        <w:rPr>
          <w:rFonts w:ascii="Times New Roman" w:hAnsi="Times New Roman"/>
          <w:bCs/>
          <w:color w:val="000000"/>
          <w:sz w:val="28"/>
          <w:szCs w:val="28"/>
        </w:rPr>
        <w:t>ой оценки?</w:t>
      </w:r>
    </w:p>
    <w:p w:rsidR="00BE65AB" w:rsidRPr="006C4347" w:rsidRDefault="00BE65AB" w:rsidP="006879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Литература</w:t>
      </w:r>
      <w:r w:rsidRPr="006C4347">
        <w:rPr>
          <w:rFonts w:ascii="Times New Roman" w:hAnsi="Times New Roman"/>
          <w:sz w:val="28"/>
          <w:szCs w:val="28"/>
        </w:rPr>
        <w:t xml:space="preserve">: [1, </w:t>
      </w:r>
      <w:r w:rsidRPr="006C4347">
        <w:rPr>
          <w:rFonts w:ascii="Times New Roman" w:hAnsi="Times New Roman"/>
          <w:sz w:val="28"/>
          <w:szCs w:val="28"/>
          <w:lang w:val="en-US"/>
        </w:rPr>
        <w:t>c</w:t>
      </w:r>
      <w:r w:rsidRPr="006C4347">
        <w:rPr>
          <w:rFonts w:ascii="Times New Roman" w:hAnsi="Times New Roman"/>
          <w:sz w:val="28"/>
          <w:szCs w:val="28"/>
        </w:rPr>
        <w:t>.42-43, 99]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3"/>
          <w:sz w:val="28"/>
          <w:szCs w:val="28"/>
        </w:rPr>
      </w:pPr>
      <w:r w:rsidRPr="006C4347">
        <w:rPr>
          <w:rFonts w:ascii="Times New Roman" w:hAnsi="Times New Roman"/>
          <w:b/>
          <w:spacing w:val="-3"/>
          <w:sz w:val="28"/>
          <w:szCs w:val="28"/>
        </w:rPr>
        <w:t>ПР 4 Геоэкологическое проектирование водозаборов подземных и поверхностных вод</w:t>
      </w:r>
    </w:p>
    <w:p w:rsidR="00BE65AB" w:rsidRPr="006C4347" w:rsidRDefault="00BE65AB" w:rsidP="000D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Цел</w:t>
      </w:r>
      <w:r w:rsidRPr="006C4347">
        <w:rPr>
          <w:rFonts w:ascii="Times New Roman" w:hAnsi="Times New Roman"/>
          <w:sz w:val="28"/>
          <w:szCs w:val="28"/>
        </w:rPr>
        <w:t xml:space="preserve">ь: изучить методику и расчет проектирования </w:t>
      </w:r>
      <w:r w:rsidRPr="006C4347">
        <w:rPr>
          <w:rFonts w:ascii="Times New Roman" w:hAnsi="Times New Roman"/>
          <w:spacing w:val="-3"/>
          <w:sz w:val="28"/>
          <w:szCs w:val="28"/>
        </w:rPr>
        <w:t>водозаборов подземных и поверхностных вод.</w:t>
      </w:r>
    </w:p>
    <w:p w:rsidR="00BE65AB" w:rsidRPr="006C4347" w:rsidRDefault="00BE65AB" w:rsidP="000D702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План</w:t>
      </w:r>
    </w:p>
    <w:p w:rsidR="00BE65AB" w:rsidRPr="006C4347" w:rsidRDefault="00BE65AB" w:rsidP="000D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1</w:t>
      </w:r>
      <w:r w:rsidRPr="006C4347">
        <w:rPr>
          <w:rFonts w:ascii="Times New Roman" w:hAnsi="Times New Roman"/>
          <w:bCs/>
          <w:sz w:val="28"/>
          <w:szCs w:val="28"/>
        </w:rPr>
        <w:t xml:space="preserve"> Водозаборы </w:t>
      </w:r>
      <w:r w:rsidRPr="006C4347">
        <w:rPr>
          <w:rFonts w:ascii="Times New Roman" w:hAnsi="Times New Roman"/>
          <w:spacing w:val="-3"/>
          <w:sz w:val="28"/>
          <w:szCs w:val="28"/>
        </w:rPr>
        <w:t>подземных и поверхностных вод</w:t>
      </w:r>
    </w:p>
    <w:p w:rsidR="00BE65AB" w:rsidRPr="006C4347" w:rsidRDefault="00BE65AB" w:rsidP="000D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2 Проект зоны санитарной охраны водозабора</w:t>
      </w:r>
    </w:p>
    <w:p w:rsidR="00BE65AB" w:rsidRPr="006C4347" w:rsidRDefault="00BE65AB" w:rsidP="000D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3 Проектирование водохранилищ</w:t>
      </w:r>
    </w:p>
    <w:p w:rsidR="00BE65AB" w:rsidRPr="006C4347" w:rsidRDefault="00BE65AB" w:rsidP="000D702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Контрольные вопросы</w:t>
      </w:r>
    </w:p>
    <w:p w:rsidR="00BE65AB" w:rsidRPr="006C4347" w:rsidRDefault="00BE65AB" w:rsidP="000D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1</w:t>
      </w:r>
      <w:r w:rsidRPr="006C4347">
        <w:rPr>
          <w:rFonts w:ascii="Times New Roman" w:hAnsi="Times New Roman"/>
          <w:bCs/>
          <w:sz w:val="28"/>
          <w:szCs w:val="28"/>
        </w:rPr>
        <w:t xml:space="preserve"> Какие различают водозаборы </w:t>
      </w:r>
      <w:r w:rsidRPr="006C4347">
        <w:rPr>
          <w:rFonts w:ascii="Times New Roman" w:hAnsi="Times New Roman"/>
          <w:spacing w:val="-3"/>
          <w:sz w:val="28"/>
          <w:szCs w:val="28"/>
        </w:rPr>
        <w:t>подземных и поверхностных вод?</w:t>
      </w:r>
    </w:p>
    <w:p w:rsidR="00BE65AB" w:rsidRPr="006C4347" w:rsidRDefault="00BE65AB" w:rsidP="000D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2 Какова структура проекта зоны санитарной охраны водозабора?</w:t>
      </w:r>
    </w:p>
    <w:p w:rsidR="00BE65AB" w:rsidRPr="006C4347" w:rsidRDefault="00BE65AB" w:rsidP="000D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3 Какова структура проектирования водохранилищ?</w:t>
      </w:r>
    </w:p>
    <w:p w:rsidR="00BE65AB" w:rsidRPr="006C4347" w:rsidRDefault="00BE65AB" w:rsidP="000D70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Литература</w:t>
      </w:r>
      <w:r w:rsidRPr="006C4347">
        <w:rPr>
          <w:rFonts w:ascii="Times New Roman" w:hAnsi="Times New Roman"/>
          <w:sz w:val="28"/>
          <w:szCs w:val="28"/>
        </w:rPr>
        <w:t xml:space="preserve">: [1, </w:t>
      </w:r>
      <w:r w:rsidRPr="006C4347">
        <w:rPr>
          <w:rFonts w:ascii="Times New Roman" w:hAnsi="Times New Roman"/>
          <w:sz w:val="28"/>
          <w:szCs w:val="28"/>
          <w:lang w:val="en-US"/>
        </w:rPr>
        <w:t>c</w:t>
      </w:r>
      <w:r w:rsidRPr="006C4347">
        <w:rPr>
          <w:rFonts w:ascii="Times New Roman" w:hAnsi="Times New Roman"/>
          <w:sz w:val="28"/>
          <w:szCs w:val="28"/>
        </w:rPr>
        <w:t>.136-146]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3"/>
          <w:sz w:val="28"/>
          <w:szCs w:val="28"/>
        </w:rPr>
      </w:pPr>
      <w:r w:rsidRPr="006C4347">
        <w:rPr>
          <w:rFonts w:ascii="Times New Roman" w:hAnsi="Times New Roman"/>
          <w:b/>
          <w:spacing w:val="-3"/>
          <w:sz w:val="28"/>
          <w:szCs w:val="28"/>
        </w:rPr>
        <w:t>ПР 5 Геоэкологическая оценка загрязнения атмосферного воздуха</w:t>
      </w:r>
    </w:p>
    <w:p w:rsidR="00BE65AB" w:rsidRPr="006C4347" w:rsidRDefault="00BE65AB" w:rsidP="00A7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Цель</w:t>
      </w:r>
      <w:r w:rsidRPr="006C4347">
        <w:rPr>
          <w:rFonts w:ascii="Times New Roman" w:hAnsi="Times New Roman"/>
          <w:sz w:val="28"/>
          <w:szCs w:val="28"/>
        </w:rPr>
        <w:t>: изучить методику г</w:t>
      </w:r>
      <w:r w:rsidRPr="006C4347">
        <w:rPr>
          <w:rFonts w:ascii="Times New Roman" w:hAnsi="Times New Roman"/>
          <w:spacing w:val="-3"/>
          <w:sz w:val="28"/>
          <w:szCs w:val="28"/>
        </w:rPr>
        <w:t>еоэкологической оценки загрязнения атмосферного воздуха.</w:t>
      </w:r>
    </w:p>
    <w:p w:rsidR="00BE65AB" w:rsidRPr="006C4347" w:rsidRDefault="00BE65AB" w:rsidP="00A703B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План</w:t>
      </w:r>
    </w:p>
    <w:p w:rsidR="00BE65AB" w:rsidRPr="006C4347" w:rsidRDefault="00BE65AB" w:rsidP="00A7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4347">
        <w:rPr>
          <w:rFonts w:ascii="Times New Roman" w:hAnsi="Times New Roman"/>
          <w:sz w:val="28"/>
          <w:szCs w:val="28"/>
          <w:lang w:val="kk-KZ"/>
        </w:rPr>
        <w:t>1. Оценка воздействия стационарных источников загрязнения на воздушный бассейн города (инвентаризация стационарных источников, анализ ведомственных томов ПДВ)</w:t>
      </w:r>
    </w:p>
    <w:p w:rsidR="00BE65AB" w:rsidRPr="006C4347" w:rsidRDefault="00BE65AB" w:rsidP="00A7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4347">
        <w:rPr>
          <w:rFonts w:ascii="Times New Roman" w:hAnsi="Times New Roman"/>
          <w:sz w:val="28"/>
          <w:szCs w:val="28"/>
          <w:lang w:val="kk-KZ"/>
        </w:rPr>
        <w:t>2. Оценка воздействия автотранспорта на воздушный бассейн города (программа «Магистраль»)</w:t>
      </w:r>
    </w:p>
    <w:p w:rsidR="00BE65AB" w:rsidRPr="006C4347" w:rsidRDefault="00BE65AB" w:rsidP="00A7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4347">
        <w:rPr>
          <w:rFonts w:ascii="Times New Roman" w:hAnsi="Times New Roman"/>
          <w:sz w:val="28"/>
          <w:szCs w:val="28"/>
          <w:lang w:val="kk-KZ"/>
        </w:rPr>
        <w:t>3. Оценка совместного воздействия стационарных и передвижных источников на атмосферный воздух города (сводные расчеты)</w:t>
      </w:r>
    </w:p>
    <w:p w:rsidR="00BE65AB" w:rsidRPr="006C4347" w:rsidRDefault="00BE65AB" w:rsidP="00A7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  <w:lang w:val="kk-KZ"/>
        </w:rPr>
        <w:t xml:space="preserve">4. Система управления качеством атмосферного воздуха, с целью принятия управленческих </w:t>
      </w:r>
    </w:p>
    <w:p w:rsidR="00BE65AB" w:rsidRPr="006C4347" w:rsidRDefault="00BE65AB" w:rsidP="00A703B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Контрольные вопросы</w:t>
      </w:r>
    </w:p>
    <w:p w:rsidR="00BE65AB" w:rsidRPr="006C4347" w:rsidRDefault="00BE65AB" w:rsidP="00A7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4347">
        <w:rPr>
          <w:rFonts w:ascii="Times New Roman" w:hAnsi="Times New Roman"/>
          <w:sz w:val="28"/>
          <w:szCs w:val="28"/>
          <w:lang w:val="kk-KZ"/>
        </w:rPr>
        <w:t>1 Как выполняется  инвентаризация стационарных источников?</w:t>
      </w:r>
    </w:p>
    <w:p w:rsidR="00BE65AB" w:rsidRPr="006C4347" w:rsidRDefault="00BE65AB" w:rsidP="00A7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4347">
        <w:rPr>
          <w:rFonts w:ascii="Times New Roman" w:hAnsi="Times New Roman"/>
          <w:sz w:val="28"/>
          <w:szCs w:val="28"/>
          <w:lang w:val="kk-KZ"/>
        </w:rPr>
        <w:t>2. Как выполняется оценка воздействия автотранспорта на воздушный бассейн города?</w:t>
      </w:r>
    </w:p>
    <w:p w:rsidR="00BE65AB" w:rsidRPr="006C4347" w:rsidRDefault="00BE65AB" w:rsidP="00A7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4347">
        <w:rPr>
          <w:rFonts w:ascii="Times New Roman" w:hAnsi="Times New Roman"/>
          <w:sz w:val="28"/>
          <w:szCs w:val="28"/>
          <w:lang w:val="kk-KZ"/>
        </w:rPr>
        <w:t>3. Как выполняется оценка совместного воздействия стационарных и передвижных источников на атмосферный воздух города (сводные расчеты)?</w:t>
      </w:r>
    </w:p>
    <w:p w:rsidR="00BE65AB" w:rsidRPr="006C4347" w:rsidRDefault="00BE65AB" w:rsidP="00A7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  <w:lang w:val="kk-KZ"/>
        </w:rPr>
        <w:t>4. Что включает в себя система управления качеством атмосферного воздуха, с целью принятия управленческих решений?</w:t>
      </w:r>
    </w:p>
    <w:p w:rsidR="00BE65AB" w:rsidRPr="006C4347" w:rsidRDefault="00BE65AB" w:rsidP="00A703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4347">
        <w:rPr>
          <w:rFonts w:ascii="Times New Roman" w:hAnsi="Times New Roman"/>
          <w:i/>
          <w:sz w:val="28"/>
          <w:szCs w:val="28"/>
        </w:rPr>
        <w:t>Литература</w:t>
      </w:r>
      <w:r w:rsidRPr="006C4347">
        <w:rPr>
          <w:rFonts w:ascii="Times New Roman" w:hAnsi="Times New Roman"/>
          <w:sz w:val="28"/>
          <w:szCs w:val="28"/>
        </w:rPr>
        <w:t xml:space="preserve">: [1, </w:t>
      </w:r>
      <w:r w:rsidRPr="006C4347">
        <w:rPr>
          <w:rFonts w:ascii="Times New Roman" w:hAnsi="Times New Roman"/>
          <w:sz w:val="28"/>
          <w:szCs w:val="28"/>
          <w:lang w:val="en-US"/>
        </w:rPr>
        <w:t>c</w:t>
      </w:r>
      <w:r w:rsidRPr="006C4347">
        <w:rPr>
          <w:rFonts w:ascii="Times New Roman" w:hAnsi="Times New Roman"/>
          <w:sz w:val="28"/>
          <w:szCs w:val="28"/>
        </w:rPr>
        <w:t>.95-99]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3"/>
          <w:sz w:val="28"/>
          <w:szCs w:val="28"/>
        </w:rPr>
      </w:pPr>
      <w:r w:rsidRPr="006C4347">
        <w:rPr>
          <w:rFonts w:ascii="Times New Roman" w:hAnsi="Times New Roman"/>
          <w:b/>
          <w:spacing w:val="-3"/>
          <w:sz w:val="28"/>
          <w:szCs w:val="28"/>
        </w:rPr>
        <w:t>ПР 6 Геоэкологическая оценка загрязнения поверхностных и подземных вод</w:t>
      </w:r>
    </w:p>
    <w:p w:rsidR="00BE65AB" w:rsidRPr="006C4347" w:rsidRDefault="00BE65AB" w:rsidP="00B763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Цель</w:t>
      </w:r>
      <w:r w:rsidRPr="006C4347">
        <w:rPr>
          <w:rFonts w:ascii="Times New Roman" w:hAnsi="Times New Roman"/>
          <w:sz w:val="28"/>
          <w:szCs w:val="28"/>
        </w:rPr>
        <w:t>: изучить методику г</w:t>
      </w:r>
      <w:r w:rsidRPr="006C4347">
        <w:rPr>
          <w:rFonts w:ascii="Times New Roman" w:hAnsi="Times New Roman"/>
          <w:spacing w:val="-3"/>
          <w:sz w:val="28"/>
          <w:szCs w:val="28"/>
        </w:rPr>
        <w:t>еоэкологической оценки загрязнения поверхностных и подземных вод</w:t>
      </w:r>
    </w:p>
    <w:p w:rsidR="00BE65AB" w:rsidRPr="006C4347" w:rsidRDefault="00BE65AB" w:rsidP="00B763F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План</w:t>
      </w:r>
    </w:p>
    <w:p w:rsidR="00BE65AB" w:rsidRPr="006C4347" w:rsidRDefault="00BE65AB" w:rsidP="00B763F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1 </w:t>
      </w:r>
      <w:r w:rsidRPr="006C4347">
        <w:rPr>
          <w:rFonts w:ascii="Times New Roman" w:hAnsi="Times New Roman"/>
          <w:bCs/>
          <w:sz w:val="28"/>
          <w:szCs w:val="28"/>
        </w:rPr>
        <w:t xml:space="preserve">Методы оценки и прогноза обеспечения экологической безопасности и устойчивости водной среды </w:t>
      </w:r>
    </w:p>
    <w:p w:rsidR="00BE65AB" w:rsidRPr="006C4347" w:rsidRDefault="00BE65AB" w:rsidP="00B763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2 </w:t>
      </w:r>
      <w:r w:rsidRPr="006C4347">
        <w:rPr>
          <w:rFonts w:ascii="Times New Roman" w:hAnsi="Times New Roman"/>
          <w:bCs/>
          <w:sz w:val="28"/>
          <w:szCs w:val="28"/>
        </w:rPr>
        <w:t>Критерии загрязнения природной среды</w:t>
      </w:r>
    </w:p>
    <w:p w:rsidR="00BE65AB" w:rsidRPr="006C4347" w:rsidRDefault="00BE65AB" w:rsidP="00B763F6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6C4347">
        <w:rPr>
          <w:sz w:val="28"/>
          <w:szCs w:val="28"/>
        </w:rPr>
        <w:t xml:space="preserve">3 </w:t>
      </w:r>
      <w:r w:rsidRPr="006C4347">
        <w:rPr>
          <w:rStyle w:val="Strong"/>
          <w:b w:val="0"/>
          <w:color w:val="000000"/>
          <w:sz w:val="28"/>
          <w:szCs w:val="28"/>
        </w:rPr>
        <w:t>Методика составления карты оценки экологического состояния геологической среды</w:t>
      </w:r>
    </w:p>
    <w:p w:rsidR="00BE65AB" w:rsidRPr="006C4347" w:rsidRDefault="00BE65AB" w:rsidP="00B763F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Контрольные вопросы</w:t>
      </w:r>
    </w:p>
    <w:p w:rsidR="00BE65AB" w:rsidRPr="006C4347" w:rsidRDefault="00BE65AB" w:rsidP="00B763F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1 Какие существуют м</w:t>
      </w:r>
      <w:r w:rsidRPr="006C4347">
        <w:rPr>
          <w:rFonts w:ascii="Times New Roman" w:hAnsi="Times New Roman"/>
          <w:bCs/>
          <w:sz w:val="28"/>
          <w:szCs w:val="28"/>
        </w:rPr>
        <w:t xml:space="preserve">етоды оценки и прогноза обеспечения экологической безопасности и устойчивости водной среды? </w:t>
      </w:r>
    </w:p>
    <w:p w:rsidR="00BE65AB" w:rsidRPr="006C4347" w:rsidRDefault="00BE65AB" w:rsidP="00B763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2 </w:t>
      </w:r>
      <w:r w:rsidRPr="006C4347">
        <w:rPr>
          <w:rFonts w:ascii="Times New Roman" w:hAnsi="Times New Roman"/>
          <w:bCs/>
          <w:sz w:val="28"/>
          <w:szCs w:val="28"/>
        </w:rPr>
        <w:t>Какие разработаны критерии загрязнения природной среды?</w:t>
      </w:r>
    </w:p>
    <w:p w:rsidR="00BE65AB" w:rsidRPr="006C4347" w:rsidRDefault="00BE65AB" w:rsidP="00B763F6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6C4347">
        <w:rPr>
          <w:sz w:val="28"/>
          <w:szCs w:val="28"/>
        </w:rPr>
        <w:t>3 Какова м</w:t>
      </w:r>
      <w:r w:rsidRPr="006C4347">
        <w:rPr>
          <w:rStyle w:val="Strong"/>
          <w:b w:val="0"/>
          <w:color w:val="000000"/>
          <w:sz w:val="28"/>
          <w:szCs w:val="28"/>
        </w:rPr>
        <w:t>етодика составления карты оценки экологического состояния геологической среды?</w:t>
      </w:r>
    </w:p>
    <w:p w:rsidR="00BE65AB" w:rsidRPr="006C4347" w:rsidRDefault="00BE65AB" w:rsidP="00B763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4347">
        <w:rPr>
          <w:rFonts w:ascii="Times New Roman" w:hAnsi="Times New Roman"/>
          <w:i/>
          <w:sz w:val="28"/>
          <w:szCs w:val="28"/>
        </w:rPr>
        <w:t>Литература</w:t>
      </w:r>
      <w:r w:rsidRPr="006C4347">
        <w:rPr>
          <w:rFonts w:ascii="Times New Roman" w:hAnsi="Times New Roman"/>
          <w:sz w:val="28"/>
          <w:szCs w:val="28"/>
        </w:rPr>
        <w:t xml:space="preserve">: [1, </w:t>
      </w:r>
      <w:r w:rsidRPr="006C4347">
        <w:rPr>
          <w:rFonts w:ascii="Times New Roman" w:hAnsi="Times New Roman"/>
          <w:sz w:val="28"/>
          <w:szCs w:val="28"/>
          <w:lang w:val="en-US"/>
        </w:rPr>
        <w:t>c</w:t>
      </w:r>
      <w:r w:rsidRPr="006C4347">
        <w:rPr>
          <w:rFonts w:ascii="Times New Roman" w:hAnsi="Times New Roman"/>
          <w:sz w:val="28"/>
          <w:szCs w:val="28"/>
        </w:rPr>
        <w:t>.124-139].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3"/>
          <w:sz w:val="28"/>
          <w:szCs w:val="28"/>
        </w:rPr>
      </w:pPr>
      <w:r w:rsidRPr="006C4347">
        <w:rPr>
          <w:rFonts w:ascii="Times New Roman" w:hAnsi="Times New Roman"/>
          <w:b/>
          <w:spacing w:val="-3"/>
          <w:sz w:val="28"/>
          <w:szCs w:val="28"/>
        </w:rPr>
        <w:t>ПР 7 Геоэкологическое проектирование мест размещения отходов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Цель</w:t>
      </w:r>
      <w:r w:rsidRPr="006C4347">
        <w:rPr>
          <w:rFonts w:ascii="Times New Roman" w:hAnsi="Times New Roman"/>
          <w:sz w:val="28"/>
          <w:szCs w:val="28"/>
        </w:rPr>
        <w:t>: изучить методику г</w:t>
      </w:r>
      <w:r w:rsidRPr="006C4347">
        <w:rPr>
          <w:rFonts w:ascii="Times New Roman" w:hAnsi="Times New Roman"/>
          <w:spacing w:val="-3"/>
          <w:sz w:val="28"/>
          <w:szCs w:val="28"/>
        </w:rPr>
        <w:t>еоэкологического проектирования мест размещения отходов.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План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1 Классификация мест размещения отходов, их особенности.</w:t>
      </w:r>
    </w:p>
    <w:p w:rsidR="00BE65AB" w:rsidRPr="006C4347" w:rsidRDefault="00BE65AB" w:rsidP="00B84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2 Особенности г</w:t>
      </w:r>
      <w:r w:rsidRPr="006C4347">
        <w:rPr>
          <w:rFonts w:ascii="Times New Roman" w:hAnsi="Times New Roman"/>
          <w:spacing w:val="-3"/>
          <w:sz w:val="28"/>
          <w:szCs w:val="28"/>
        </w:rPr>
        <w:t>еоэкологического проектирования мест размещения отходов.</w:t>
      </w:r>
    </w:p>
    <w:p w:rsidR="00BE65AB" w:rsidRPr="006C4347" w:rsidRDefault="00BE65AB" w:rsidP="00B84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3 Проблемы при эксплуатации </w:t>
      </w:r>
      <w:r w:rsidRPr="006C4347">
        <w:rPr>
          <w:rFonts w:ascii="Times New Roman" w:hAnsi="Times New Roman"/>
          <w:spacing w:val="-3"/>
          <w:sz w:val="28"/>
          <w:szCs w:val="28"/>
        </w:rPr>
        <w:t>мест размещения отходов.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Контрольные вопросы</w:t>
      </w:r>
    </w:p>
    <w:p w:rsidR="00BE65AB" w:rsidRPr="006C4347" w:rsidRDefault="00BE65AB" w:rsidP="00B84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1 Какие применяются места размещения отходов?</w:t>
      </w:r>
    </w:p>
    <w:p w:rsidR="00BE65AB" w:rsidRPr="006C4347" w:rsidRDefault="00BE65AB" w:rsidP="00B84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2 Каковы  особенности</w:t>
      </w:r>
      <w:r w:rsidRPr="006C4347">
        <w:rPr>
          <w:rFonts w:ascii="Times New Roman" w:hAnsi="Times New Roman"/>
          <w:spacing w:val="-3"/>
          <w:sz w:val="28"/>
          <w:szCs w:val="28"/>
        </w:rPr>
        <w:t xml:space="preserve"> мест размещения отходов?</w:t>
      </w:r>
    </w:p>
    <w:p w:rsidR="00BE65AB" w:rsidRPr="006C4347" w:rsidRDefault="00BE65AB" w:rsidP="00B84135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3 Какие требования к выбору площадки, строительству </w:t>
      </w:r>
      <w:r w:rsidRPr="006C4347">
        <w:rPr>
          <w:rFonts w:ascii="Times New Roman" w:hAnsi="Times New Roman"/>
          <w:spacing w:val="-3"/>
          <w:sz w:val="28"/>
          <w:szCs w:val="28"/>
        </w:rPr>
        <w:t>мест размещения отходов?</w:t>
      </w:r>
    </w:p>
    <w:p w:rsidR="00BE65AB" w:rsidRPr="006C4347" w:rsidRDefault="00BE65AB" w:rsidP="00B84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pacing w:val="-3"/>
          <w:sz w:val="28"/>
          <w:szCs w:val="28"/>
        </w:rPr>
        <w:t xml:space="preserve">4 Какие особенности геоэкологической среды учитываются при </w:t>
      </w:r>
      <w:r w:rsidRPr="006C4347">
        <w:rPr>
          <w:rFonts w:ascii="Times New Roman" w:hAnsi="Times New Roman"/>
          <w:sz w:val="28"/>
          <w:szCs w:val="28"/>
        </w:rPr>
        <w:t xml:space="preserve"> </w:t>
      </w:r>
      <w:r w:rsidRPr="006C4347">
        <w:rPr>
          <w:rFonts w:ascii="Times New Roman" w:hAnsi="Times New Roman"/>
          <w:spacing w:val="-3"/>
          <w:sz w:val="28"/>
          <w:szCs w:val="28"/>
        </w:rPr>
        <w:t>проектировании мест размещения отходов (на примерах)?</w:t>
      </w:r>
    </w:p>
    <w:p w:rsidR="00BE65AB" w:rsidRPr="006C4347" w:rsidRDefault="00BE65AB" w:rsidP="00B84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5 Какие возникают проблемы при эксплуатации </w:t>
      </w:r>
      <w:r w:rsidRPr="006C4347">
        <w:rPr>
          <w:rFonts w:ascii="Times New Roman" w:hAnsi="Times New Roman"/>
          <w:spacing w:val="-3"/>
          <w:sz w:val="28"/>
          <w:szCs w:val="28"/>
        </w:rPr>
        <w:t>мест размещения отходов?</w:t>
      </w:r>
    </w:p>
    <w:p w:rsidR="00BE65AB" w:rsidRPr="006C4347" w:rsidRDefault="00BE65AB" w:rsidP="00751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4347">
        <w:rPr>
          <w:rFonts w:ascii="Times New Roman" w:hAnsi="Times New Roman"/>
          <w:i/>
          <w:sz w:val="28"/>
          <w:szCs w:val="28"/>
        </w:rPr>
        <w:t>Литература</w:t>
      </w:r>
      <w:r w:rsidRPr="006C4347">
        <w:rPr>
          <w:rFonts w:ascii="Times New Roman" w:hAnsi="Times New Roman"/>
          <w:sz w:val="28"/>
          <w:szCs w:val="28"/>
        </w:rPr>
        <w:t xml:space="preserve">: [2, </w:t>
      </w:r>
      <w:r w:rsidRPr="006C4347">
        <w:rPr>
          <w:rFonts w:ascii="Times New Roman" w:hAnsi="Times New Roman"/>
          <w:sz w:val="28"/>
          <w:szCs w:val="28"/>
          <w:lang w:val="en-US"/>
        </w:rPr>
        <w:t>c</w:t>
      </w:r>
      <w:r w:rsidRPr="006C4347">
        <w:rPr>
          <w:rFonts w:ascii="Times New Roman" w:hAnsi="Times New Roman"/>
          <w:sz w:val="28"/>
          <w:szCs w:val="28"/>
        </w:rPr>
        <w:t>.95-99; 8, с.45-52; 12, гл. Экологическая экспертиза].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3"/>
          <w:sz w:val="28"/>
          <w:szCs w:val="28"/>
        </w:rPr>
      </w:pPr>
      <w:r w:rsidRPr="006C4347">
        <w:rPr>
          <w:rFonts w:ascii="Times New Roman" w:hAnsi="Times New Roman"/>
          <w:b/>
          <w:spacing w:val="-3"/>
          <w:sz w:val="28"/>
          <w:szCs w:val="28"/>
        </w:rPr>
        <w:t>ПР 8 Геоэкологическое проектирование водоохранных зон, санитарно-защитных зон, зон санитарной охраны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Цель</w:t>
      </w:r>
      <w:r w:rsidRPr="006C4347">
        <w:rPr>
          <w:rFonts w:ascii="Times New Roman" w:hAnsi="Times New Roman"/>
          <w:sz w:val="28"/>
          <w:szCs w:val="28"/>
        </w:rPr>
        <w:t>: изучить методику г</w:t>
      </w:r>
      <w:r w:rsidRPr="006C4347">
        <w:rPr>
          <w:rFonts w:ascii="Times New Roman" w:hAnsi="Times New Roman"/>
          <w:spacing w:val="-3"/>
          <w:sz w:val="28"/>
          <w:szCs w:val="28"/>
        </w:rPr>
        <w:t>еоэкологического проектирования водоохранных зон, санитарно-защитных зон, зон санитарной охраны.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План</w:t>
      </w:r>
    </w:p>
    <w:p w:rsidR="00BE65AB" w:rsidRPr="006C4347" w:rsidRDefault="00BE65AB" w:rsidP="00B84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1 Назначение и особенности </w:t>
      </w:r>
      <w:r w:rsidRPr="006C4347">
        <w:rPr>
          <w:rFonts w:ascii="Times New Roman" w:hAnsi="Times New Roman"/>
          <w:spacing w:val="-3"/>
          <w:sz w:val="28"/>
          <w:szCs w:val="28"/>
        </w:rPr>
        <w:t>водоохранных зон, санитарно-защитных зон, зон санитарной охраны.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2 Требования к проектированию, размещению и эксплуатации зон защиты и охраны водоисточников.</w:t>
      </w:r>
    </w:p>
    <w:p w:rsidR="00BE65AB" w:rsidRPr="006C4347" w:rsidRDefault="00BE65AB" w:rsidP="004C7D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3 Проблемы эксплуатации зон защиты и охраны водоисточников (на примерах).</w:t>
      </w:r>
    </w:p>
    <w:p w:rsidR="00BE65AB" w:rsidRPr="006C4347" w:rsidRDefault="00BE65AB" w:rsidP="004C7D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4 Расчет (выбор и обоснование) размеров зон защиты и охраны водоисточников.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Контрольные вопросы</w:t>
      </w:r>
    </w:p>
    <w:p w:rsidR="00BE65AB" w:rsidRPr="006C4347" w:rsidRDefault="00BE65AB" w:rsidP="004C7D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1 Каковы особенности </w:t>
      </w:r>
      <w:r w:rsidRPr="006C4347">
        <w:rPr>
          <w:rFonts w:ascii="Times New Roman" w:hAnsi="Times New Roman"/>
          <w:spacing w:val="-3"/>
          <w:sz w:val="28"/>
          <w:szCs w:val="28"/>
        </w:rPr>
        <w:t>водоохранных зон, санитарно-защитных зон, зон санитарной охраны?</w:t>
      </w:r>
    </w:p>
    <w:p w:rsidR="00BE65AB" w:rsidRPr="006C4347" w:rsidRDefault="00BE65AB" w:rsidP="004C7D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2 Каковы требования к проектированию, размещению и эксплуатации зон защиты и охраны водоисточников</w:t>
      </w:r>
      <w:r w:rsidRPr="006C4347">
        <w:rPr>
          <w:rFonts w:ascii="Times New Roman" w:hAnsi="Times New Roman"/>
          <w:spacing w:val="-3"/>
          <w:sz w:val="28"/>
          <w:szCs w:val="28"/>
        </w:rPr>
        <w:t>?</w:t>
      </w:r>
    </w:p>
    <w:p w:rsidR="00BE65AB" w:rsidRPr="006C4347" w:rsidRDefault="00BE65AB" w:rsidP="004C7D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3 Какие возникают проблемы эксплуатации зон защиты и охраны водоисточников (на примерах)</w:t>
      </w:r>
      <w:r w:rsidRPr="006C4347">
        <w:rPr>
          <w:rFonts w:ascii="Times New Roman" w:hAnsi="Times New Roman"/>
          <w:spacing w:val="-3"/>
          <w:sz w:val="28"/>
          <w:szCs w:val="28"/>
        </w:rPr>
        <w:t>?</w:t>
      </w:r>
    </w:p>
    <w:p w:rsidR="00BE65AB" w:rsidRPr="006C4347" w:rsidRDefault="00BE65AB" w:rsidP="004C7D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4 Как выполняется расчет (выбор и обоснование) размеров зон защиты и охраны водоисточников</w:t>
      </w:r>
      <w:r w:rsidRPr="006C4347">
        <w:rPr>
          <w:rFonts w:ascii="Times New Roman" w:hAnsi="Times New Roman"/>
          <w:spacing w:val="-3"/>
          <w:sz w:val="28"/>
          <w:szCs w:val="28"/>
        </w:rPr>
        <w:t>?</w:t>
      </w:r>
    </w:p>
    <w:p w:rsidR="00BE65AB" w:rsidRPr="006C4347" w:rsidRDefault="00BE65AB" w:rsidP="00751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4347">
        <w:rPr>
          <w:rFonts w:ascii="Times New Roman" w:hAnsi="Times New Roman"/>
          <w:i/>
          <w:sz w:val="28"/>
          <w:szCs w:val="28"/>
        </w:rPr>
        <w:t>Литература</w:t>
      </w:r>
      <w:r w:rsidRPr="006C4347">
        <w:rPr>
          <w:rFonts w:ascii="Times New Roman" w:hAnsi="Times New Roman"/>
          <w:sz w:val="28"/>
          <w:szCs w:val="28"/>
        </w:rPr>
        <w:t xml:space="preserve">: [2, </w:t>
      </w:r>
      <w:r w:rsidRPr="006C4347">
        <w:rPr>
          <w:rFonts w:ascii="Times New Roman" w:hAnsi="Times New Roman"/>
          <w:sz w:val="28"/>
          <w:szCs w:val="28"/>
          <w:lang w:val="en-US"/>
        </w:rPr>
        <w:t>c</w:t>
      </w:r>
      <w:r w:rsidRPr="006C4347">
        <w:rPr>
          <w:rFonts w:ascii="Times New Roman" w:hAnsi="Times New Roman"/>
          <w:sz w:val="28"/>
          <w:szCs w:val="28"/>
        </w:rPr>
        <w:t>.102-110; 5, с. 24-35; 11, с.12-16].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C4347">
        <w:rPr>
          <w:rFonts w:ascii="Times New Roman" w:hAnsi="Times New Roman"/>
          <w:b/>
          <w:sz w:val="28"/>
          <w:szCs w:val="28"/>
        </w:rPr>
        <w:t>ПР 9 Геоэкологическая оценка социальной среды размещения хозяйственного объекта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Цель</w:t>
      </w:r>
      <w:r w:rsidRPr="006C4347">
        <w:rPr>
          <w:rFonts w:ascii="Times New Roman" w:hAnsi="Times New Roman"/>
          <w:sz w:val="28"/>
          <w:szCs w:val="28"/>
        </w:rPr>
        <w:t>: изучить методику геоэкологической оценки социальной среды размещения хозяйственного объекта.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План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1 Понятие социальной среды размещения хозяйственного объекта.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2 Показатели экологической оценки социальной среды размещения хозяйственного объекта.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Контрольные вопросы</w:t>
      </w:r>
    </w:p>
    <w:p w:rsidR="00BE65AB" w:rsidRPr="006C4347" w:rsidRDefault="00BE65AB" w:rsidP="004C7D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1 Что понимается под «социальной средой размещения хозяйственного объекта»?</w:t>
      </w:r>
    </w:p>
    <w:p w:rsidR="00BE65AB" w:rsidRPr="006C4347" w:rsidRDefault="00BE65AB" w:rsidP="004C7D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2 Какие показатели экологической оценки социальной среды размещения хозяйственного объекта применяются?</w:t>
      </w:r>
    </w:p>
    <w:p w:rsidR="00BE65AB" w:rsidRPr="006C4347" w:rsidRDefault="00BE65AB" w:rsidP="004C7D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3 Какие показатели геоэкологической среды учитываются и каким образом в ходе оценки социальной среды размещения хозяйственного объекта?</w:t>
      </w:r>
    </w:p>
    <w:p w:rsidR="00BE65AB" w:rsidRPr="006C4347" w:rsidRDefault="00BE65AB" w:rsidP="00751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4347">
        <w:rPr>
          <w:rFonts w:ascii="Times New Roman" w:hAnsi="Times New Roman"/>
          <w:i/>
          <w:sz w:val="28"/>
          <w:szCs w:val="28"/>
        </w:rPr>
        <w:t>Литература</w:t>
      </w:r>
      <w:r w:rsidRPr="006C4347">
        <w:rPr>
          <w:rFonts w:ascii="Times New Roman" w:hAnsi="Times New Roman"/>
          <w:sz w:val="28"/>
          <w:szCs w:val="28"/>
        </w:rPr>
        <w:t xml:space="preserve">: [1, </w:t>
      </w:r>
      <w:r w:rsidRPr="006C4347">
        <w:rPr>
          <w:rFonts w:ascii="Times New Roman" w:hAnsi="Times New Roman"/>
          <w:sz w:val="28"/>
          <w:szCs w:val="28"/>
          <w:lang w:val="en-US"/>
        </w:rPr>
        <w:t>c</w:t>
      </w:r>
      <w:r w:rsidRPr="006C4347">
        <w:rPr>
          <w:rFonts w:ascii="Times New Roman" w:hAnsi="Times New Roman"/>
          <w:sz w:val="28"/>
          <w:szCs w:val="28"/>
        </w:rPr>
        <w:t>.95-99; 3, 34-38; 11, с. 18-22].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C4347">
        <w:rPr>
          <w:rFonts w:ascii="Times New Roman" w:hAnsi="Times New Roman"/>
          <w:b/>
          <w:spacing w:val="-3"/>
          <w:sz w:val="28"/>
          <w:szCs w:val="28"/>
        </w:rPr>
        <w:t>ПР 10 Оценка геоэкологических рисков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Цель</w:t>
      </w:r>
      <w:r w:rsidRPr="006C4347">
        <w:rPr>
          <w:rFonts w:ascii="Times New Roman" w:hAnsi="Times New Roman"/>
          <w:sz w:val="28"/>
          <w:szCs w:val="28"/>
        </w:rPr>
        <w:t xml:space="preserve">: изучить методику </w:t>
      </w:r>
      <w:r w:rsidRPr="006C4347">
        <w:rPr>
          <w:rFonts w:ascii="Times New Roman" w:hAnsi="Times New Roman"/>
          <w:spacing w:val="-3"/>
          <w:sz w:val="28"/>
          <w:szCs w:val="28"/>
        </w:rPr>
        <w:t>оценка геоэкологических рисков.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План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1 Понятие </w:t>
      </w:r>
      <w:r w:rsidRPr="006C4347">
        <w:rPr>
          <w:rFonts w:ascii="Times New Roman" w:hAnsi="Times New Roman"/>
          <w:spacing w:val="-3"/>
          <w:sz w:val="28"/>
          <w:szCs w:val="28"/>
        </w:rPr>
        <w:t>геоэкологических рисков.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2 Показатели </w:t>
      </w:r>
      <w:r w:rsidRPr="006C4347">
        <w:rPr>
          <w:rFonts w:ascii="Times New Roman" w:hAnsi="Times New Roman"/>
          <w:spacing w:val="-3"/>
          <w:sz w:val="28"/>
          <w:szCs w:val="28"/>
        </w:rPr>
        <w:t>геоэкологических рисков.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3 Оценка </w:t>
      </w:r>
      <w:r w:rsidRPr="006C4347">
        <w:rPr>
          <w:rFonts w:ascii="Times New Roman" w:hAnsi="Times New Roman"/>
          <w:spacing w:val="-3"/>
          <w:sz w:val="28"/>
          <w:szCs w:val="28"/>
        </w:rPr>
        <w:t>экологического риска</w:t>
      </w:r>
      <w:r w:rsidRPr="006C4347">
        <w:rPr>
          <w:rFonts w:ascii="Times New Roman" w:hAnsi="Times New Roman"/>
          <w:sz w:val="28"/>
          <w:szCs w:val="28"/>
        </w:rPr>
        <w:t xml:space="preserve"> уровню здоровья населения на конкретной территории.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Контрольные вопросы</w:t>
      </w:r>
    </w:p>
    <w:p w:rsidR="00BE65AB" w:rsidRPr="006C4347" w:rsidRDefault="00BE65AB" w:rsidP="008048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1 Что подразумевается под </w:t>
      </w:r>
      <w:r w:rsidRPr="006C4347">
        <w:rPr>
          <w:rFonts w:ascii="Times New Roman" w:hAnsi="Times New Roman"/>
          <w:spacing w:val="-3"/>
          <w:sz w:val="28"/>
          <w:szCs w:val="28"/>
        </w:rPr>
        <w:t>геоэкологическим риском?</w:t>
      </w:r>
    </w:p>
    <w:p w:rsidR="00BE65AB" w:rsidRPr="006C4347" w:rsidRDefault="00BE65AB" w:rsidP="008048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2 Какие применяются показатели </w:t>
      </w:r>
      <w:r w:rsidRPr="006C4347">
        <w:rPr>
          <w:rFonts w:ascii="Times New Roman" w:hAnsi="Times New Roman"/>
          <w:spacing w:val="-3"/>
          <w:sz w:val="28"/>
          <w:szCs w:val="28"/>
        </w:rPr>
        <w:t>геоэкологических рисков?</w:t>
      </w:r>
    </w:p>
    <w:p w:rsidR="00BE65AB" w:rsidRPr="006C4347" w:rsidRDefault="00BE65AB" w:rsidP="008048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3 Как выполняется оценка </w:t>
      </w:r>
      <w:r w:rsidRPr="006C4347">
        <w:rPr>
          <w:rFonts w:ascii="Times New Roman" w:hAnsi="Times New Roman"/>
          <w:spacing w:val="-3"/>
          <w:sz w:val="28"/>
          <w:szCs w:val="28"/>
        </w:rPr>
        <w:t>экологического риска</w:t>
      </w:r>
      <w:r w:rsidRPr="006C4347">
        <w:rPr>
          <w:rFonts w:ascii="Times New Roman" w:hAnsi="Times New Roman"/>
          <w:sz w:val="28"/>
          <w:szCs w:val="28"/>
        </w:rPr>
        <w:t xml:space="preserve"> уровню здоровья населения на конкретной территории?</w:t>
      </w:r>
    </w:p>
    <w:p w:rsidR="00BE65AB" w:rsidRPr="006C4347" w:rsidRDefault="00BE65AB" w:rsidP="00751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4347">
        <w:rPr>
          <w:rFonts w:ascii="Times New Roman" w:hAnsi="Times New Roman"/>
          <w:i/>
          <w:sz w:val="28"/>
          <w:szCs w:val="28"/>
        </w:rPr>
        <w:t>Литература</w:t>
      </w:r>
      <w:r w:rsidRPr="006C4347">
        <w:rPr>
          <w:rFonts w:ascii="Times New Roman" w:hAnsi="Times New Roman"/>
          <w:sz w:val="28"/>
          <w:szCs w:val="28"/>
        </w:rPr>
        <w:t xml:space="preserve">: [5, </w:t>
      </w:r>
      <w:r w:rsidRPr="006C4347">
        <w:rPr>
          <w:rFonts w:ascii="Times New Roman" w:hAnsi="Times New Roman"/>
          <w:sz w:val="28"/>
          <w:szCs w:val="28"/>
          <w:lang w:val="en-US"/>
        </w:rPr>
        <w:t>c</w:t>
      </w:r>
      <w:r w:rsidRPr="006C4347">
        <w:rPr>
          <w:rFonts w:ascii="Times New Roman" w:hAnsi="Times New Roman"/>
          <w:sz w:val="28"/>
          <w:szCs w:val="28"/>
        </w:rPr>
        <w:t>.95-99; 8, с. 46-53].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3"/>
          <w:sz w:val="28"/>
          <w:szCs w:val="28"/>
        </w:rPr>
      </w:pPr>
      <w:r w:rsidRPr="006C4347">
        <w:rPr>
          <w:rFonts w:ascii="Times New Roman" w:hAnsi="Times New Roman"/>
          <w:b/>
          <w:spacing w:val="-3"/>
          <w:sz w:val="28"/>
          <w:szCs w:val="28"/>
        </w:rPr>
        <w:t>ПР 11 Организация экологического мониторинга геоэкологической среды</w:t>
      </w:r>
    </w:p>
    <w:p w:rsidR="00BE65AB" w:rsidRPr="006C4347" w:rsidRDefault="00BE65AB" w:rsidP="0080483A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Цель</w:t>
      </w:r>
      <w:r w:rsidRPr="006C4347">
        <w:rPr>
          <w:rFonts w:ascii="Times New Roman" w:hAnsi="Times New Roman"/>
          <w:sz w:val="28"/>
          <w:szCs w:val="28"/>
        </w:rPr>
        <w:t xml:space="preserve">: изучить методику </w:t>
      </w:r>
      <w:r w:rsidRPr="006C4347">
        <w:rPr>
          <w:rFonts w:ascii="Times New Roman" w:hAnsi="Times New Roman"/>
          <w:spacing w:val="-3"/>
          <w:sz w:val="28"/>
          <w:szCs w:val="28"/>
        </w:rPr>
        <w:t>организации экологического мониторинга геоэкологической среды.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План</w:t>
      </w:r>
    </w:p>
    <w:p w:rsidR="00BE65AB" w:rsidRPr="006C4347" w:rsidRDefault="00BE65AB" w:rsidP="0080483A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1</w:t>
      </w:r>
      <w:r w:rsidRPr="006C4347">
        <w:rPr>
          <w:rFonts w:ascii="Times New Roman" w:hAnsi="Times New Roman"/>
          <w:spacing w:val="-3"/>
          <w:sz w:val="28"/>
          <w:szCs w:val="28"/>
        </w:rPr>
        <w:t xml:space="preserve"> Экологический мониторинг геоэкологической среды.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2 Подходы к формированию структуры систем экомониторинга и участники процесса.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3 Особенности разработки систем экомониторинга для конкретной территории (примеры).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Контрольные вопросы</w:t>
      </w:r>
    </w:p>
    <w:p w:rsidR="00BE65AB" w:rsidRPr="006C4347" w:rsidRDefault="00BE65AB" w:rsidP="0080483A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1</w:t>
      </w:r>
      <w:r w:rsidRPr="006C4347">
        <w:rPr>
          <w:rFonts w:ascii="Times New Roman" w:hAnsi="Times New Roman"/>
          <w:spacing w:val="-3"/>
          <w:sz w:val="28"/>
          <w:szCs w:val="28"/>
        </w:rPr>
        <w:t xml:space="preserve"> В чем отличие мониторинга окружающей среды от геоэкологического мониторинга?</w:t>
      </w:r>
    </w:p>
    <w:p w:rsidR="00BE65AB" w:rsidRPr="006C4347" w:rsidRDefault="00BE65AB" w:rsidP="008048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2 Каким образом можно разрабатывать системы экомониторинга?</w:t>
      </w:r>
    </w:p>
    <w:p w:rsidR="00BE65AB" w:rsidRPr="006C4347" w:rsidRDefault="00BE65AB" w:rsidP="008048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3 Какие выявлены особенности разработки систем экомониторинга для конкретной территории?</w:t>
      </w:r>
    </w:p>
    <w:p w:rsidR="00BE65AB" w:rsidRPr="006C4347" w:rsidRDefault="00BE65AB" w:rsidP="00751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4347">
        <w:rPr>
          <w:rFonts w:ascii="Times New Roman" w:hAnsi="Times New Roman"/>
          <w:i/>
          <w:sz w:val="28"/>
          <w:szCs w:val="28"/>
        </w:rPr>
        <w:t>Литература</w:t>
      </w:r>
      <w:r w:rsidRPr="006C4347">
        <w:rPr>
          <w:rFonts w:ascii="Times New Roman" w:hAnsi="Times New Roman"/>
          <w:sz w:val="28"/>
          <w:szCs w:val="28"/>
        </w:rPr>
        <w:t xml:space="preserve">: [6, </w:t>
      </w:r>
      <w:r w:rsidRPr="006C4347">
        <w:rPr>
          <w:rFonts w:ascii="Times New Roman" w:hAnsi="Times New Roman"/>
          <w:sz w:val="28"/>
          <w:szCs w:val="28"/>
          <w:lang w:val="en-US"/>
        </w:rPr>
        <w:t>c</w:t>
      </w:r>
      <w:r w:rsidRPr="006C4347">
        <w:rPr>
          <w:rFonts w:ascii="Times New Roman" w:hAnsi="Times New Roman"/>
          <w:sz w:val="28"/>
          <w:szCs w:val="28"/>
        </w:rPr>
        <w:t>.15-28; 11, с.121-123].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3"/>
          <w:sz w:val="28"/>
          <w:szCs w:val="28"/>
        </w:rPr>
      </w:pPr>
      <w:r w:rsidRPr="006C4347">
        <w:rPr>
          <w:rFonts w:ascii="Times New Roman" w:hAnsi="Times New Roman"/>
          <w:b/>
          <w:spacing w:val="-3"/>
          <w:sz w:val="28"/>
          <w:szCs w:val="28"/>
        </w:rPr>
        <w:t>ПР 12 Прогнозная оценка результатов антропогенного воздействия на геоэкологическую среду в масштабах конкретного региона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Цель</w:t>
      </w:r>
      <w:r w:rsidRPr="006C4347">
        <w:rPr>
          <w:rFonts w:ascii="Times New Roman" w:hAnsi="Times New Roman"/>
          <w:sz w:val="28"/>
          <w:szCs w:val="28"/>
        </w:rPr>
        <w:t xml:space="preserve">: изучить методику </w:t>
      </w:r>
      <w:r w:rsidRPr="006C4347">
        <w:rPr>
          <w:rFonts w:ascii="Times New Roman" w:hAnsi="Times New Roman"/>
          <w:spacing w:val="-3"/>
          <w:sz w:val="28"/>
          <w:szCs w:val="28"/>
        </w:rPr>
        <w:t>оценки антропогенного воздействия на геоэкологическую среду в масштабах конкретного региона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План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1 Подходы к оценке </w:t>
      </w:r>
      <w:r w:rsidRPr="006C4347">
        <w:rPr>
          <w:rFonts w:ascii="Times New Roman" w:hAnsi="Times New Roman"/>
          <w:spacing w:val="-3"/>
          <w:sz w:val="28"/>
          <w:szCs w:val="28"/>
        </w:rPr>
        <w:t>антропогенного воздействия на компоненты геоэкологической среды.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2 Показатели </w:t>
      </w:r>
      <w:r w:rsidRPr="006C4347">
        <w:rPr>
          <w:rFonts w:ascii="Times New Roman" w:hAnsi="Times New Roman"/>
          <w:spacing w:val="-3"/>
          <w:sz w:val="28"/>
          <w:szCs w:val="28"/>
        </w:rPr>
        <w:t>антропогенного воздействия на компоненты геоэкологической среды.</w:t>
      </w:r>
    </w:p>
    <w:p w:rsidR="00BE65AB" w:rsidRPr="006C4347" w:rsidRDefault="00BE65AB" w:rsidP="004F15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3 Интегральные показатели</w:t>
      </w:r>
      <w:r w:rsidRPr="006C4347">
        <w:rPr>
          <w:rFonts w:ascii="Times New Roman" w:hAnsi="Times New Roman"/>
          <w:spacing w:val="-3"/>
          <w:sz w:val="28"/>
          <w:szCs w:val="28"/>
        </w:rPr>
        <w:t xml:space="preserve"> антропогенного воздействия на геоэкологическую среду конкретного региона.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4 Прогноз и моделирование состояния окружающей среды конкретного региона в результате антропогенного воздействия.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Контрольные вопросы</w:t>
      </w:r>
    </w:p>
    <w:p w:rsidR="00BE65AB" w:rsidRPr="006C4347" w:rsidRDefault="00BE65AB" w:rsidP="00B84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1 В чем различие подходов к оценке </w:t>
      </w:r>
      <w:r w:rsidRPr="006C4347">
        <w:rPr>
          <w:rFonts w:ascii="Times New Roman" w:hAnsi="Times New Roman"/>
          <w:spacing w:val="-3"/>
          <w:sz w:val="28"/>
          <w:szCs w:val="28"/>
        </w:rPr>
        <w:t>антропогенного воздействия на компоненты геоэкологической среды?</w:t>
      </w:r>
    </w:p>
    <w:p w:rsidR="00BE65AB" w:rsidRPr="006C4347" w:rsidRDefault="00BE65AB" w:rsidP="00B84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2 Какие показатели используют для покомпонентной (частной) оценки </w:t>
      </w:r>
      <w:r w:rsidRPr="006C4347">
        <w:rPr>
          <w:rFonts w:ascii="Times New Roman" w:hAnsi="Times New Roman"/>
          <w:spacing w:val="-3"/>
          <w:sz w:val="28"/>
          <w:szCs w:val="28"/>
        </w:rPr>
        <w:t>антропогенного воздействия на геоэкологическую среду?</w:t>
      </w:r>
    </w:p>
    <w:p w:rsidR="00BE65AB" w:rsidRPr="006C4347" w:rsidRDefault="00BE65AB" w:rsidP="00B84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3 Какие интегральные показатели</w:t>
      </w:r>
      <w:r w:rsidRPr="006C43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4347">
        <w:rPr>
          <w:rFonts w:ascii="Times New Roman" w:hAnsi="Times New Roman"/>
          <w:sz w:val="28"/>
          <w:szCs w:val="28"/>
        </w:rPr>
        <w:t xml:space="preserve">используют для суммарной оценки </w:t>
      </w:r>
      <w:r w:rsidRPr="006C4347">
        <w:rPr>
          <w:rFonts w:ascii="Times New Roman" w:hAnsi="Times New Roman"/>
          <w:spacing w:val="-3"/>
          <w:sz w:val="28"/>
          <w:szCs w:val="28"/>
        </w:rPr>
        <w:t>антропогенного воздействия на геоэкологическую среду?</w:t>
      </w:r>
    </w:p>
    <w:p w:rsidR="00BE65AB" w:rsidRPr="006C4347" w:rsidRDefault="00BE65AB" w:rsidP="00B84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4 Какие прогнозные модели используют для оценки состояния окружающей среды конкретного региона в результате антропогенного воздействия?</w:t>
      </w:r>
    </w:p>
    <w:p w:rsidR="00BE65AB" w:rsidRPr="006C4347" w:rsidRDefault="00BE65AB" w:rsidP="00751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4347">
        <w:rPr>
          <w:rFonts w:ascii="Times New Roman" w:hAnsi="Times New Roman"/>
          <w:i/>
          <w:sz w:val="28"/>
          <w:szCs w:val="28"/>
        </w:rPr>
        <w:t>Литература</w:t>
      </w:r>
      <w:r w:rsidRPr="006C4347">
        <w:rPr>
          <w:rFonts w:ascii="Times New Roman" w:hAnsi="Times New Roman"/>
          <w:sz w:val="28"/>
          <w:szCs w:val="28"/>
        </w:rPr>
        <w:t xml:space="preserve">: [11, </w:t>
      </w:r>
      <w:r w:rsidRPr="006C4347">
        <w:rPr>
          <w:rFonts w:ascii="Times New Roman" w:hAnsi="Times New Roman"/>
          <w:sz w:val="28"/>
          <w:szCs w:val="28"/>
          <w:lang w:val="en-US"/>
        </w:rPr>
        <w:t>c</w:t>
      </w:r>
      <w:r w:rsidRPr="006C4347">
        <w:rPr>
          <w:rFonts w:ascii="Times New Roman" w:hAnsi="Times New Roman"/>
          <w:sz w:val="28"/>
          <w:szCs w:val="28"/>
        </w:rPr>
        <w:t>.105-109].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C4347">
        <w:rPr>
          <w:rFonts w:ascii="Times New Roman" w:hAnsi="Times New Roman"/>
          <w:b/>
          <w:sz w:val="28"/>
          <w:szCs w:val="28"/>
        </w:rPr>
        <w:t>ПР 13 Экологическая экспертиза, виды, уровни, процедура.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Цель</w:t>
      </w:r>
      <w:r w:rsidRPr="006C4347">
        <w:rPr>
          <w:rFonts w:ascii="Times New Roman" w:hAnsi="Times New Roman"/>
          <w:sz w:val="28"/>
          <w:szCs w:val="28"/>
        </w:rPr>
        <w:t>: изучить методику экоэкспертизы, регламент работы государственной экоэкспертизы.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План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1 Экоэкспертиза, цели, задачи, методика выполнения. 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2 Виды и уровни экоэкспертизы, их особенности.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3 Регламент работы государственной экоэкспертизы.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4 Требования к экоэксперту.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Контрольные вопросы</w:t>
      </w:r>
    </w:p>
    <w:p w:rsidR="00BE65AB" w:rsidRPr="006C4347" w:rsidRDefault="00BE65AB" w:rsidP="004F15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 xml:space="preserve">1 Что такое экоэкспертиза? цели, задачи, методика выполнения. </w:t>
      </w:r>
    </w:p>
    <w:p w:rsidR="00BE65AB" w:rsidRPr="006C4347" w:rsidRDefault="00BE65AB" w:rsidP="004F15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2 В чем отличия экоэкспертизы разных видов и уровней?</w:t>
      </w:r>
    </w:p>
    <w:p w:rsidR="00BE65AB" w:rsidRPr="006C4347" w:rsidRDefault="00BE65AB" w:rsidP="004F15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3 Каким образом работает государственная комиссия по экоэкспертизе?</w:t>
      </w:r>
    </w:p>
    <w:p w:rsidR="00BE65AB" w:rsidRPr="006C4347" w:rsidRDefault="00BE65AB" w:rsidP="004F15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4 Каковы требования к экоэксперту?.</w:t>
      </w:r>
    </w:p>
    <w:p w:rsidR="00BE65AB" w:rsidRPr="006C4347" w:rsidRDefault="00BE65AB" w:rsidP="00751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4347">
        <w:rPr>
          <w:rFonts w:ascii="Times New Roman" w:hAnsi="Times New Roman"/>
          <w:i/>
          <w:sz w:val="28"/>
          <w:szCs w:val="28"/>
        </w:rPr>
        <w:t>Литература</w:t>
      </w:r>
      <w:r w:rsidRPr="006C4347">
        <w:rPr>
          <w:rFonts w:ascii="Times New Roman" w:hAnsi="Times New Roman"/>
          <w:sz w:val="28"/>
          <w:szCs w:val="28"/>
        </w:rPr>
        <w:t xml:space="preserve">: [2, </w:t>
      </w:r>
      <w:r w:rsidRPr="006C4347">
        <w:rPr>
          <w:rFonts w:ascii="Times New Roman" w:hAnsi="Times New Roman"/>
          <w:sz w:val="28"/>
          <w:szCs w:val="28"/>
          <w:lang w:val="en-US"/>
        </w:rPr>
        <w:t>c</w:t>
      </w:r>
      <w:r w:rsidRPr="006C4347">
        <w:rPr>
          <w:rFonts w:ascii="Times New Roman" w:hAnsi="Times New Roman"/>
          <w:sz w:val="28"/>
          <w:szCs w:val="28"/>
        </w:rPr>
        <w:t>.215-254].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5AB" w:rsidRPr="006C4347" w:rsidRDefault="00BE65AB" w:rsidP="00AB0F53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3"/>
          <w:sz w:val="28"/>
          <w:szCs w:val="28"/>
        </w:rPr>
      </w:pPr>
      <w:r w:rsidRPr="006C4347">
        <w:rPr>
          <w:rFonts w:ascii="Times New Roman" w:hAnsi="Times New Roman"/>
          <w:b/>
          <w:spacing w:val="-3"/>
          <w:sz w:val="28"/>
          <w:szCs w:val="28"/>
        </w:rPr>
        <w:t>ПР 14 Экологическая экспертиза технологий и новых материалов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Цель</w:t>
      </w:r>
      <w:r w:rsidRPr="006C4347">
        <w:rPr>
          <w:rFonts w:ascii="Times New Roman" w:hAnsi="Times New Roman"/>
          <w:sz w:val="28"/>
          <w:szCs w:val="28"/>
        </w:rPr>
        <w:t>: изучить современные подходы и задачи в области э</w:t>
      </w:r>
      <w:r w:rsidRPr="006C4347">
        <w:rPr>
          <w:rFonts w:ascii="Times New Roman" w:hAnsi="Times New Roman"/>
          <w:spacing w:val="-3"/>
          <w:sz w:val="28"/>
          <w:szCs w:val="28"/>
        </w:rPr>
        <w:t>кологической экспертизы технологий и новых материалов.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План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1</w:t>
      </w:r>
      <w:r w:rsidRPr="006C4347">
        <w:rPr>
          <w:rFonts w:ascii="Times New Roman" w:hAnsi="Times New Roman"/>
          <w:spacing w:val="-3"/>
          <w:sz w:val="28"/>
          <w:szCs w:val="28"/>
        </w:rPr>
        <w:t xml:space="preserve"> Экологическая экспертиза технологий и новых материалов, цели, задачи, сфера применения.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2 Показатели экологичности технологий. Более чистое производство. Нулевые отходы.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3 Показатели экологичности новых материалов. Конкурентоспособность новых материалов по экологическим и экономическим показателям.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Контрольные вопросы</w:t>
      </w:r>
    </w:p>
    <w:p w:rsidR="00BE65AB" w:rsidRPr="006C4347" w:rsidRDefault="00BE65AB" w:rsidP="00751141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1</w:t>
      </w:r>
      <w:r w:rsidRPr="006C4347">
        <w:rPr>
          <w:rFonts w:ascii="Times New Roman" w:hAnsi="Times New Roman"/>
          <w:spacing w:val="-3"/>
          <w:sz w:val="28"/>
          <w:szCs w:val="28"/>
        </w:rPr>
        <w:t xml:space="preserve"> В чем заключается экологическая экспертиза технологий и новых материалов?</w:t>
      </w:r>
    </w:p>
    <w:p w:rsidR="00BE65AB" w:rsidRPr="006C4347" w:rsidRDefault="00BE65AB" w:rsidP="00751141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6C4347">
        <w:rPr>
          <w:rFonts w:ascii="Times New Roman" w:hAnsi="Times New Roman"/>
          <w:spacing w:val="-3"/>
          <w:sz w:val="28"/>
          <w:szCs w:val="28"/>
        </w:rPr>
        <w:t>2 Зачем выполняется экологическая экспертиза технологий и новых материалов?</w:t>
      </w:r>
    </w:p>
    <w:p w:rsidR="00BE65AB" w:rsidRPr="006C4347" w:rsidRDefault="00BE65AB" w:rsidP="00751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3 Какие показатели экологичности технологий применяются в настоящее время?</w:t>
      </w:r>
    </w:p>
    <w:p w:rsidR="00BE65AB" w:rsidRPr="006C4347" w:rsidRDefault="00BE65AB" w:rsidP="00751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4 Чем концепция Более чистого производства отличается от концепции Нулевые отходы?</w:t>
      </w:r>
    </w:p>
    <w:p w:rsidR="00BE65AB" w:rsidRPr="006C4347" w:rsidRDefault="00BE65AB" w:rsidP="00751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5 Какие показатели экологичности новых материалов применяются в настоящее время?</w:t>
      </w:r>
    </w:p>
    <w:p w:rsidR="00BE65AB" w:rsidRPr="006C4347" w:rsidRDefault="00BE65AB" w:rsidP="00751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6 Каким образом новые материалы могут быть конкурентными по экологическим и экономическим показателям (примеры)?</w:t>
      </w:r>
    </w:p>
    <w:p w:rsidR="00BE65AB" w:rsidRPr="006C4347" w:rsidRDefault="00BE65AB" w:rsidP="00751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4347">
        <w:rPr>
          <w:rFonts w:ascii="Times New Roman" w:hAnsi="Times New Roman"/>
          <w:i/>
          <w:sz w:val="28"/>
          <w:szCs w:val="28"/>
        </w:rPr>
        <w:t>Литература</w:t>
      </w:r>
      <w:r w:rsidRPr="006C4347">
        <w:rPr>
          <w:rFonts w:ascii="Times New Roman" w:hAnsi="Times New Roman"/>
          <w:sz w:val="28"/>
          <w:szCs w:val="28"/>
        </w:rPr>
        <w:t xml:space="preserve">: [2, </w:t>
      </w:r>
      <w:r w:rsidRPr="006C4347">
        <w:rPr>
          <w:rFonts w:ascii="Times New Roman" w:hAnsi="Times New Roman"/>
          <w:sz w:val="28"/>
          <w:szCs w:val="28"/>
          <w:lang w:val="en-US"/>
        </w:rPr>
        <w:t>c</w:t>
      </w:r>
      <w:r w:rsidRPr="006C4347">
        <w:rPr>
          <w:rFonts w:ascii="Times New Roman" w:hAnsi="Times New Roman"/>
          <w:sz w:val="28"/>
          <w:szCs w:val="28"/>
        </w:rPr>
        <w:t>.255-256].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5AB" w:rsidRPr="006C4347" w:rsidRDefault="00BE65AB" w:rsidP="00AB0F53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BE65AB" w:rsidRPr="006C4347" w:rsidRDefault="00BE65AB" w:rsidP="00AB0F53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C4347">
        <w:rPr>
          <w:rFonts w:ascii="Times New Roman" w:hAnsi="Times New Roman"/>
          <w:b/>
          <w:sz w:val="28"/>
          <w:szCs w:val="28"/>
        </w:rPr>
        <w:t>ПР 15 Законодательная база в области экологической экспертизы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Цель</w:t>
      </w:r>
      <w:r w:rsidRPr="006C4347">
        <w:rPr>
          <w:rFonts w:ascii="Times New Roman" w:hAnsi="Times New Roman"/>
          <w:sz w:val="28"/>
          <w:szCs w:val="28"/>
        </w:rPr>
        <w:t xml:space="preserve">: изучить законодательную базу в области экологической экспертизы, положения Экологического кодекса по экоэкспертизе.  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План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1 Законодательная база в области экологической экспертизы.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2 Положения Экологического кодекса по экоэкспертизе.</w:t>
      </w:r>
    </w:p>
    <w:p w:rsidR="00BE65AB" w:rsidRPr="006C4347" w:rsidRDefault="00BE65AB" w:rsidP="00AB0F5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4347">
        <w:rPr>
          <w:rFonts w:ascii="Times New Roman" w:hAnsi="Times New Roman"/>
          <w:i/>
          <w:sz w:val="28"/>
          <w:szCs w:val="28"/>
        </w:rPr>
        <w:t>Контрольные вопросы</w:t>
      </w:r>
    </w:p>
    <w:p w:rsidR="00BE65AB" w:rsidRPr="006C4347" w:rsidRDefault="00BE65AB" w:rsidP="00751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1 Какие законодательные документы регламентируют деятельность предприятий и организаций в сфере экологической экспертизы?</w:t>
      </w:r>
    </w:p>
    <w:p w:rsidR="00BE65AB" w:rsidRPr="006C4347" w:rsidRDefault="00BE65AB" w:rsidP="00751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2 Каковы отличия общественной экоэкспертизы от государственной согласно Экологического кодекса?</w:t>
      </w:r>
    </w:p>
    <w:p w:rsidR="00BE65AB" w:rsidRPr="006C4347" w:rsidRDefault="00BE65AB" w:rsidP="00751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347">
        <w:rPr>
          <w:rFonts w:ascii="Times New Roman" w:hAnsi="Times New Roman"/>
          <w:sz w:val="28"/>
          <w:szCs w:val="28"/>
        </w:rPr>
        <w:t>3 Как финансируется экоэкспертиза согласно Экологического кодекса?</w:t>
      </w:r>
    </w:p>
    <w:p w:rsidR="00BE65AB" w:rsidRPr="000377DB" w:rsidRDefault="00BE65AB" w:rsidP="00751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C4347">
        <w:rPr>
          <w:rFonts w:ascii="Times New Roman" w:hAnsi="Times New Roman"/>
          <w:i/>
          <w:sz w:val="28"/>
          <w:szCs w:val="28"/>
        </w:rPr>
        <w:t>Литература</w:t>
      </w:r>
      <w:r w:rsidRPr="006C4347">
        <w:rPr>
          <w:rFonts w:ascii="Times New Roman" w:hAnsi="Times New Roman"/>
          <w:sz w:val="28"/>
          <w:szCs w:val="28"/>
        </w:rPr>
        <w:t>: [12]</w:t>
      </w:r>
    </w:p>
    <w:p w:rsidR="00BE65AB" w:rsidRDefault="00BE65AB"/>
    <w:sectPr w:rsidR="00BE65AB" w:rsidSect="00D07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C7453"/>
    <w:multiLevelType w:val="hybridMultilevel"/>
    <w:tmpl w:val="CA7A26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69C6"/>
    <w:rsid w:val="000377DB"/>
    <w:rsid w:val="000D7029"/>
    <w:rsid w:val="00130933"/>
    <w:rsid w:val="001356DA"/>
    <w:rsid w:val="003D3D4F"/>
    <w:rsid w:val="00463C0D"/>
    <w:rsid w:val="004C7D06"/>
    <w:rsid w:val="004F15AE"/>
    <w:rsid w:val="005B1465"/>
    <w:rsid w:val="005E0576"/>
    <w:rsid w:val="006614F8"/>
    <w:rsid w:val="00684083"/>
    <w:rsid w:val="006879B8"/>
    <w:rsid w:val="006C4347"/>
    <w:rsid w:val="006F480A"/>
    <w:rsid w:val="00751141"/>
    <w:rsid w:val="00773A08"/>
    <w:rsid w:val="007F06B1"/>
    <w:rsid w:val="0080483A"/>
    <w:rsid w:val="008B7289"/>
    <w:rsid w:val="00A703BD"/>
    <w:rsid w:val="00AA2173"/>
    <w:rsid w:val="00AB0F53"/>
    <w:rsid w:val="00B763F6"/>
    <w:rsid w:val="00B84135"/>
    <w:rsid w:val="00B95BF8"/>
    <w:rsid w:val="00BA20BA"/>
    <w:rsid w:val="00BE65AB"/>
    <w:rsid w:val="00C234AC"/>
    <w:rsid w:val="00C969C6"/>
    <w:rsid w:val="00D07C82"/>
    <w:rsid w:val="00DE7840"/>
    <w:rsid w:val="00EC1077"/>
    <w:rsid w:val="00EE22DF"/>
    <w:rsid w:val="00F8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C8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1356DA"/>
    <w:rPr>
      <w:rFonts w:cs="Times New Roman"/>
    </w:rPr>
  </w:style>
  <w:style w:type="paragraph" w:styleId="NormalWeb">
    <w:name w:val="Normal (Web)"/>
    <w:basedOn w:val="Normal"/>
    <w:uiPriority w:val="99"/>
    <w:semiHidden/>
    <w:rsid w:val="00B763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B763F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39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7</Pages>
  <Words>1654</Words>
  <Characters>9431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HC</cp:lastModifiedBy>
  <cp:revision>9</cp:revision>
  <dcterms:created xsi:type="dcterms:W3CDTF">2013-08-22T15:43:00Z</dcterms:created>
  <dcterms:modified xsi:type="dcterms:W3CDTF">2014-02-12T07:27:00Z</dcterms:modified>
</cp:coreProperties>
</file>